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27" w:rsidRPr="005A6799" w:rsidRDefault="00506D27" w:rsidP="00506D27">
      <w:pPr>
        <w:ind w:firstLine="570"/>
        <w:jc w:val="center"/>
        <w:rPr>
          <w:rFonts w:ascii="宋体" w:eastAsia="宋体" w:hAnsi="宋体"/>
          <w:b/>
          <w:sz w:val="36"/>
          <w:szCs w:val="36"/>
        </w:rPr>
      </w:pPr>
      <w:r w:rsidRPr="005A6799">
        <w:rPr>
          <w:rFonts w:ascii="宋体" w:eastAsia="宋体" w:hAnsi="宋体" w:hint="eastAsia"/>
          <w:b/>
          <w:sz w:val="36"/>
          <w:szCs w:val="36"/>
        </w:rPr>
        <w:t>征 求 意 见 回 执</w:t>
      </w:r>
    </w:p>
    <w:p w:rsidR="00506D27" w:rsidRDefault="00506D27" w:rsidP="00506D27">
      <w:pPr>
        <w:ind w:firstLine="570"/>
        <w:jc w:val="center"/>
        <w:rPr>
          <w:rFonts w:ascii="华文仿宋" w:eastAsia="华文仿宋" w:hAnsi="华文仿宋"/>
          <w:sz w:val="28"/>
          <w:szCs w:val="28"/>
        </w:rPr>
      </w:pPr>
    </w:p>
    <w:p w:rsidR="00CA2F3E" w:rsidRDefault="00506D27" w:rsidP="00CA2F3E">
      <w:pPr>
        <w:spacing w:line="360" w:lineRule="auto"/>
        <w:rPr>
          <w:rFonts w:ascii="宋体" w:eastAsia="宋体" w:hAnsi="宋体"/>
          <w:sz w:val="28"/>
          <w:szCs w:val="28"/>
        </w:rPr>
      </w:pPr>
      <w:r w:rsidRPr="00131421">
        <w:rPr>
          <w:rFonts w:ascii="宋体" w:eastAsia="宋体" w:hAnsi="宋体" w:hint="eastAsia"/>
          <w:sz w:val="28"/>
          <w:szCs w:val="28"/>
        </w:rPr>
        <w:t>中国仪器仪表行业协会：</w:t>
      </w:r>
    </w:p>
    <w:p w:rsidR="00506D27" w:rsidRPr="00287646" w:rsidRDefault="00506D27" w:rsidP="00CA2F3E">
      <w:pPr>
        <w:spacing w:line="36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>团体标准</w:t>
      </w:r>
      <w:r w:rsidRPr="00131421">
        <w:rPr>
          <w:rFonts w:ascii="宋体" w:eastAsia="宋体" w:hAnsi="宋体" w:hint="eastAsia"/>
          <w:sz w:val="28"/>
          <w:szCs w:val="28"/>
        </w:rPr>
        <w:t>《</w:t>
      </w:r>
      <w:r w:rsidR="00FF0C37">
        <w:rPr>
          <w:rFonts w:ascii="宋体" w:eastAsia="宋体" w:hAnsi="宋体" w:cs="Arial" w:hint="eastAsia"/>
          <w:color w:val="333333"/>
          <w:kern w:val="0"/>
          <w:sz w:val="28"/>
          <w:szCs w:val="28"/>
        </w:rPr>
        <w:t>总磷快速测定仪</w:t>
      </w:r>
      <w:r w:rsidRPr="00131421">
        <w:rPr>
          <w:rFonts w:ascii="宋体" w:eastAsia="宋体" w:hAnsi="宋体" w:hint="eastAsia"/>
          <w:sz w:val="28"/>
          <w:szCs w:val="28"/>
        </w:rPr>
        <w:t>》（征</w:t>
      </w:r>
      <w:r w:rsidRPr="00CA2F3E">
        <w:rPr>
          <w:rFonts w:ascii="宋体" w:eastAsia="宋体" w:hAnsi="宋体" w:hint="eastAsia"/>
          <w:sz w:val="28"/>
          <w:szCs w:val="28"/>
        </w:rPr>
        <w:t>求意见稿）</w:t>
      </w:r>
      <w:r w:rsidRPr="00287646">
        <w:rPr>
          <w:rFonts w:ascii="宋体" w:eastAsia="宋体" w:hAnsi="宋体" w:hint="eastAsia"/>
          <w:sz w:val="28"/>
          <w:szCs w:val="28"/>
        </w:rPr>
        <w:t>已收到，经审查后现提出如下意见：</w:t>
      </w: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3"/>
        <w:gridCol w:w="2019"/>
        <w:gridCol w:w="6241"/>
      </w:tblGrid>
      <w:tr w:rsidR="00506D27" w:rsidRPr="00287646" w:rsidTr="006175EA">
        <w:trPr>
          <w:trHeight w:val="66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19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287646">
              <w:rPr>
                <w:rFonts w:ascii="宋体" w:eastAsia="宋体" w:hAnsi="宋体" w:hint="eastAsia"/>
                <w:sz w:val="28"/>
                <w:szCs w:val="28"/>
              </w:rPr>
              <w:t>标准章条编号</w:t>
            </w:r>
            <w:proofErr w:type="gramEnd"/>
          </w:p>
        </w:tc>
        <w:tc>
          <w:tcPr>
            <w:tcW w:w="6241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287646">
              <w:rPr>
                <w:rFonts w:ascii="宋体" w:eastAsia="宋体" w:hAnsi="宋体" w:hint="eastAsia"/>
                <w:sz w:val="28"/>
                <w:szCs w:val="28"/>
              </w:rPr>
              <w:t>意  见  内  容</w:t>
            </w: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06D27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06D27" w:rsidRPr="00287646" w:rsidRDefault="00506D27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5528FB" w:rsidRPr="00287646" w:rsidTr="006175EA">
        <w:trPr>
          <w:cantSplit/>
          <w:trHeight w:val="405"/>
          <w:jc w:val="center"/>
        </w:trPr>
        <w:tc>
          <w:tcPr>
            <w:tcW w:w="953" w:type="dxa"/>
            <w:vAlign w:val="center"/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19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6241" w:type="dxa"/>
            <w:tcMar>
              <w:left w:w="57" w:type="dxa"/>
              <w:right w:w="57" w:type="dxa"/>
            </w:tcMar>
          </w:tcPr>
          <w:p w:rsidR="005528FB" w:rsidRPr="00287646" w:rsidRDefault="005528FB" w:rsidP="006175EA">
            <w:pPr>
              <w:jc w:val="left"/>
              <w:rPr>
                <w:rFonts w:ascii="宋体" w:eastAsia="宋体" w:hAnsi="宋体"/>
                <w:sz w:val="28"/>
                <w:szCs w:val="28"/>
              </w:rPr>
            </w:pPr>
          </w:p>
        </w:tc>
      </w:tr>
    </w:tbl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</w:p>
    <w:p w:rsidR="00506D27" w:rsidRPr="00287646" w:rsidRDefault="00506D27" w:rsidP="00506D27">
      <w:pPr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单位名称：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专家姓名：</w:t>
      </w:r>
    </w:p>
    <w:p w:rsidR="00506D27" w:rsidRPr="00287646" w:rsidRDefault="00506D27" w:rsidP="00506D27">
      <w:pPr>
        <w:ind w:firstLineChars="700" w:firstLine="196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</w:t>
      </w:r>
      <w:r w:rsidRPr="00287646">
        <w:rPr>
          <w:rFonts w:ascii="宋体" w:eastAsia="宋体" w:hAnsi="宋体"/>
          <w:sz w:val="28"/>
          <w:szCs w:val="28"/>
        </w:rPr>
        <w:t xml:space="preserve">                       </w:t>
      </w:r>
      <w:r w:rsidRPr="00287646">
        <w:rPr>
          <w:rFonts w:ascii="宋体" w:eastAsia="宋体" w:hAnsi="宋体" w:hint="eastAsia"/>
          <w:sz w:val="28"/>
          <w:szCs w:val="28"/>
        </w:rPr>
        <w:t>联系方式：</w:t>
      </w:r>
    </w:p>
    <w:p w:rsidR="00506D27" w:rsidRPr="00287646" w:rsidRDefault="00506D27" w:rsidP="00506D27">
      <w:pPr>
        <w:ind w:firstLineChars="300" w:firstLine="840"/>
        <w:rPr>
          <w:rFonts w:ascii="宋体" w:eastAsia="宋体" w:hAnsi="宋体"/>
          <w:sz w:val="28"/>
          <w:szCs w:val="28"/>
        </w:rPr>
      </w:pPr>
      <w:r w:rsidRPr="00287646">
        <w:rPr>
          <w:rFonts w:ascii="宋体" w:eastAsia="宋体" w:hAnsi="宋体" w:hint="eastAsia"/>
          <w:sz w:val="28"/>
          <w:szCs w:val="28"/>
        </w:rPr>
        <w:t xml:space="preserve">                                           年  月  日</w:t>
      </w:r>
    </w:p>
    <w:p w:rsidR="00506D27" w:rsidRDefault="00506D27" w:rsidP="00506D27">
      <w:pPr>
        <w:jc w:val="left"/>
        <w:rPr>
          <w:rFonts w:ascii="黑体" w:eastAsia="黑体" w:hAnsi="黑体" w:cs="Arial"/>
          <w:color w:val="333333"/>
          <w:sz w:val="28"/>
          <w:szCs w:val="28"/>
        </w:rPr>
      </w:pPr>
      <w:r w:rsidRPr="009F4146">
        <w:rPr>
          <w:rFonts w:ascii="华文仿宋" w:eastAsia="华文仿宋" w:hAnsi="华文仿宋" w:hint="eastAsia"/>
          <w:szCs w:val="21"/>
        </w:rPr>
        <w:t>（页面</w:t>
      </w:r>
      <w:proofErr w:type="gramStart"/>
      <w:r w:rsidRPr="009F4146">
        <w:rPr>
          <w:rFonts w:ascii="华文仿宋" w:eastAsia="华文仿宋" w:hAnsi="华文仿宋" w:hint="eastAsia"/>
          <w:szCs w:val="21"/>
        </w:rPr>
        <w:t>不够可</w:t>
      </w:r>
      <w:proofErr w:type="gramEnd"/>
      <w:r w:rsidRPr="009F4146">
        <w:rPr>
          <w:rFonts w:ascii="华文仿宋" w:eastAsia="华文仿宋" w:hAnsi="华文仿宋" w:hint="eastAsia"/>
          <w:szCs w:val="21"/>
        </w:rPr>
        <w:t>另附纸）</w:t>
      </w:r>
    </w:p>
    <w:p w:rsidR="00506D27" w:rsidRPr="00506D27" w:rsidRDefault="00506D27" w:rsidP="00735927">
      <w:pPr>
        <w:rPr>
          <w:rFonts w:ascii="华文仿宋" w:eastAsia="华文仿宋" w:hAnsi="华文仿宋"/>
          <w:szCs w:val="21"/>
        </w:rPr>
      </w:pPr>
    </w:p>
    <w:sectPr w:rsidR="00506D27" w:rsidRPr="00506D27" w:rsidSect="009C1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22CC8"/>
    <w:multiLevelType w:val="multilevel"/>
    <w:tmpl w:val="66E22CC8"/>
    <w:lvl w:ilvl="0">
      <w:start w:val="2"/>
      <w:numFmt w:val="decimal"/>
      <w:lvlText w:val="%1."/>
      <w:lvlJc w:val="left"/>
      <w:pPr>
        <w:tabs>
          <w:tab w:val="left" w:pos="930"/>
        </w:tabs>
        <w:ind w:left="93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410"/>
        </w:tabs>
        <w:ind w:left="1410" w:hanging="420"/>
      </w:pPr>
    </w:lvl>
    <w:lvl w:ilvl="2">
      <w:start w:val="1"/>
      <w:numFmt w:val="lowerRoman"/>
      <w:lvlText w:val="%3."/>
      <w:lvlJc w:val="right"/>
      <w:pPr>
        <w:tabs>
          <w:tab w:val="left" w:pos="1830"/>
        </w:tabs>
        <w:ind w:left="1830" w:hanging="420"/>
      </w:pPr>
    </w:lvl>
    <w:lvl w:ilvl="3">
      <w:start w:val="1"/>
      <w:numFmt w:val="decimal"/>
      <w:lvlText w:val="%4."/>
      <w:lvlJc w:val="left"/>
      <w:pPr>
        <w:tabs>
          <w:tab w:val="left" w:pos="2250"/>
        </w:tabs>
        <w:ind w:left="2250" w:hanging="420"/>
      </w:pPr>
    </w:lvl>
    <w:lvl w:ilvl="4">
      <w:start w:val="1"/>
      <w:numFmt w:val="lowerLetter"/>
      <w:lvlText w:val="%5)"/>
      <w:lvlJc w:val="left"/>
      <w:pPr>
        <w:tabs>
          <w:tab w:val="left" w:pos="2670"/>
        </w:tabs>
        <w:ind w:left="2670" w:hanging="420"/>
      </w:pPr>
    </w:lvl>
    <w:lvl w:ilvl="5">
      <w:start w:val="1"/>
      <w:numFmt w:val="lowerRoman"/>
      <w:lvlText w:val="%6."/>
      <w:lvlJc w:val="right"/>
      <w:pPr>
        <w:tabs>
          <w:tab w:val="left" w:pos="3090"/>
        </w:tabs>
        <w:ind w:left="3090" w:hanging="420"/>
      </w:pPr>
    </w:lvl>
    <w:lvl w:ilvl="6">
      <w:start w:val="1"/>
      <w:numFmt w:val="decimal"/>
      <w:lvlText w:val="%7."/>
      <w:lvlJc w:val="left"/>
      <w:pPr>
        <w:tabs>
          <w:tab w:val="left" w:pos="3510"/>
        </w:tabs>
        <w:ind w:left="3510" w:hanging="420"/>
      </w:pPr>
    </w:lvl>
    <w:lvl w:ilvl="7">
      <w:start w:val="1"/>
      <w:numFmt w:val="lowerLetter"/>
      <w:lvlText w:val="%8)"/>
      <w:lvlJc w:val="left"/>
      <w:pPr>
        <w:tabs>
          <w:tab w:val="left" w:pos="3930"/>
        </w:tabs>
        <w:ind w:left="3930" w:hanging="420"/>
      </w:pPr>
    </w:lvl>
    <w:lvl w:ilvl="8">
      <w:start w:val="1"/>
      <w:numFmt w:val="lowerRoman"/>
      <w:lvlText w:val="%9."/>
      <w:lvlJc w:val="right"/>
      <w:pPr>
        <w:tabs>
          <w:tab w:val="left" w:pos="4350"/>
        </w:tabs>
        <w:ind w:left="435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34A4"/>
    <w:rsid w:val="00014961"/>
    <w:rsid w:val="00086753"/>
    <w:rsid w:val="000D4767"/>
    <w:rsid w:val="00182AAC"/>
    <w:rsid w:val="001E7F76"/>
    <w:rsid w:val="002C3F63"/>
    <w:rsid w:val="002D1849"/>
    <w:rsid w:val="002D3EC8"/>
    <w:rsid w:val="002E583A"/>
    <w:rsid w:val="00393F7B"/>
    <w:rsid w:val="0041328F"/>
    <w:rsid w:val="00423921"/>
    <w:rsid w:val="00506D27"/>
    <w:rsid w:val="005528FB"/>
    <w:rsid w:val="00567C2A"/>
    <w:rsid w:val="005A6799"/>
    <w:rsid w:val="00605E21"/>
    <w:rsid w:val="00645D5A"/>
    <w:rsid w:val="006710FD"/>
    <w:rsid w:val="00735927"/>
    <w:rsid w:val="0075230C"/>
    <w:rsid w:val="00771586"/>
    <w:rsid w:val="007A59C5"/>
    <w:rsid w:val="007B2E21"/>
    <w:rsid w:val="007C108A"/>
    <w:rsid w:val="007D4F65"/>
    <w:rsid w:val="008139A1"/>
    <w:rsid w:val="00826E98"/>
    <w:rsid w:val="00827643"/>
    <w:rsid w:val="00853BED"/>
    <w:rsid w:val="00854E7B"/>
    <w:rsid w:val="009C158A"/>
    <w:rsid w:val="009D1AEF"/>
    <w:rsid w:val="009F4146"/>
    <w:rsid w:val="00A201D7"/>
    <w:rsid w:val="00A339EF"/>
    <w:rsid w:val="00A775A3"/>
    <w:rsid w:val="00AC7410"/>
    <w:rsid w:val="00B558BA"/>
    <w:rsid w:val="00C112D7"/>
    <w:rsid w:val="00C334A4"/>
    <w:rsid w:val="00CA2209"/>
    <w:rsid w:val="00CA2F3E"/>
    <w:rsid w:val="00D04F2C"/>
    <w:rsid w:val="00E75DF2"/>
    <w:rsid w:val="00EA672A"/>
    <w:rsid w:val="00EA6B14"/>
    <w:rsid w:val="00FA2D5B"/>
    <w:rsid w:val="00FC45FB"/>
    <w:rsid w:val="00FF0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8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334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2D5B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FA2D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C334A4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unhideWhenUsed/>
    <w:rsid w:val="00E75DF2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9579;&#21191;&#24037;&#20316;&#25991;&#20214;\&#21327;&#20250;&#32418;&#22836;&#31295;&#32440;&#24102;&#25991;&#21495;&#25171;&#21360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协会红头稿纸带文号打印模板.dotx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2020-06-02T02:56:00Z</cp:lastPrinted>
  <dcterms:created xsi:type="dcterms:W3CDTF">2021-01-12T01:21:00Z</dcterms:created>
  <dcterms:modified xsi:type="dcterms:W3CDTF">2021-01-12T05:25:00Z</dcterms:modified>
</cp:coreProperties>
</file>